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5E" w:rsidRPr="002B68AB" w:rsidRDefault="003B1E5E" w:rsidP="00510B4B">
      <w:pPr>
        <w:ind w:left="6018" w:right="-851" w:firstLine="708"/>
        <w:rPr>
          <w:i/>
          <w:iCs/>
          <w:caps/>
          <w:sz w:val="24"/>
          <w:szCs w:val="24"/>
          <w:lang w:val="ru-RU"/>
        </w:rPr>
      </w:pPr>
      <w:r w:rsidRPr="001138A0">
        <w:rPr>
          <w:i/>
          <w:iCs/>
          <w:caps/>
          <w:sz w:val="24"/>
          <w:szCs w:val="24"/>
          <w:lang w:val="bg-BG"/>
        </w:rPr>
        <w:t>Образец №</w:t>
      </w:r>
      <w:r w:rsidRPr="001138A0">
        <w:rPr>
          <w:i/>
          <w:iCs/>
          <w:caps/>
          <w:sz w:val="24"/>
          <w:szCs w:val="24"/>
          <w:lang w:val="ru-RU"/>
        </w:rPr>
        <w:t xml:space="preserve"> 20-</w:t>
      </w:r>
      <w:r w:rsidRPr="002B68AB">
        <w:rPr>
          <w:i/>
          <w:iCs/>
          <w:caps/>
          <w:sz w:val="24"/>
          <w:szCs w:val="24"/>
          <w:lang w:val="ru-RU"/>
        </w:rPr>
        <w:t>8</w:t>
      </w:r>
    </w:p>
    <w:p w:rsidR="003B1E5E" w:rsidRPr="001138A0" w:rsidRDefault="003B1E5E" w:rsidP="00510B4B">
      <w:pPr>
        <w:ind w:right="-851"/>
        <w:rPr>
          <w:b/>
          <w:bCs/>
          <w:sz w:val="24"/>
          <w:szCs w:val="24"/>
          <w:lang w:val="ru-RU"/>
        </w:rPr>
      </w:pPr>
      <w:r w:rsidRPr="001138A0">
        <w:rPr>
          <w:b/>
          <w:bCs/>
          <w:sz w:val="24"/>
          <w:szCs w:val="24"/>
          <w:lang w:val="ru-RU"/>
        </w:rPr>
        <w:t>До</w:t>
      </w:r>
      <w:r w:rsidRPr="001138A0">
        <w:rPr>
          <w:b/>
          <w:bCs/>
          <w:sz w:val="24"/>
          <w:szCs w:val="24"/>
          <w:lang w:val="ru-RU"/>
        </w:rPr>
        <w:tab/>
      </w:r>
    </w:p>
    <w:p w:rsidR="003B1E5E" w:rsidRPr="001138A0" w:rsidRDefault="003B1E5E" w:rsidP="00510B4B">
      <w:pPr>
        <w:ind w:right="-851"/>
        <w:rPr>
          <w:b/>
          <w:bCs/>
          <w:sz w:val="24"/>
          <w:szCs w:val="24"/>
          <w:lang w:val="ru-RU"/>
        </w:rPr>
      </w:pPr>
      <w:r w:rsidRPr="001138A0">
        <w:rPr>
          <w:b/>
          <w:bCs/>
          <w:sz w:val="24"/>
          <w:szCs w:val="24"/>
          <w:lang w:val="ru-RU"/>
        </w:rPr>
        <w:t>Община Габрово</w:t>
      </w:r>
    </w:p>
    <w:p w:rsidR="003B1E5E" w:rsidRDefault="003B1E5E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3B1E5E" w:rsidRDefault="003B1E5E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3B1E5E" w:rsidRDefault="003B1E5E" w:rsidP="00510B4B">
      <w:pPr>
        <w:ind w:right="-851"/>
        <w:rPr>
          <w:b/>
          <w:bCs/>
          <w:sz w:val="24"/>
          <w:szCs w:val="24"/>
          <w:lang w:val="bg-BG"/>
        </w:rPr>
      </w:pPr>
    </w:p>
    <w:p w:rsidR="003B1E5E" w:rsidRDefault="003B1E5E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3B1E5E" w:rsidRDefault="003B1E5E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</w:p>
    <w:p w:rsidR="003B1E5E" w:rsidRPr="001138A0" w:rsidRDefault="003B1E5E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1138A0">
        <w:rPr>
          <w:b/>
          <w:bCs/>
          <w:sz w:val="24"/>
          <w:szCs w:val="24"/>
          <w:lang w:val="ru-RU"/>
        </w:rPr>
        <w:t xml:space="preserve"> с предмет:</w:t>
      </w:r>
    </w:p>
    <w:p w:rsidR="003B1E5E" w:rsidRPr="001138A0" w:rsidRDefault="003B1E5E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</w:p>
    <w:p w:rsidR="003B1E5E" w:rsidRPr="001138A0" w:rsidRDefault="003B1E5E" w:rsidP="00510B4B">
      <w:pPr>
        <w:ind w:right="-851"/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1138A0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1138A0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3B1E5E" w:rsidRPr="001138A0" w:rsidRDefault="003B1E5E" w:rsidP="00510B4B">
      <w:pPr>
        <w:spacing w:after="200" w:line="276" w:lineRule="auto"/>
        <w:ind w:left="851" w:right="-851"/>
        <w:jc w:val="both"/>
        <w:rPr>
          <w:b/>
          <w:bCs/>
          <w:sz w:val="24"/>
          <w:szCs w:val="24"/>
          <w:lang w:val="ru-RU"/>
        </w:rPr>
      </w:pPr>
    </w:p>
    <w:p w:rsidR="003B1E5E" w:rsidRPr="001138A0" w:rsidRDefault="003B1E5E" w:rsidP="00510B4B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1138A0">
        <w:rPr>
          <w:b/>
          <w:bCs/>
          <w:i/>
          <w:iCs/>
          <w:sz w:val="24"/>
          <w:szCs w:val="24"/>
          <w:u w:val="single"/>
          <w:lang w:val="ru-RU"/>
        </w:rPr>
        <w:t>8:</w:t>
      </w:r>
    </w:p>
    <w:p w:rsidR="003B1E5E" w:rsidRPr="001138A0" w:rsidRDefault="003B1E5E" w:rsidP="00DB4A7E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1138A0">
        <w:rPr>
          <w:b/>
          <w:bCs/>
          <w:i/>
          <w:iCs/>
          <w:sz w:val="24"/>
          <w:szCs w:val="24"/>
          <w:lang w:val="ru-RU"/>
        </w:rPr>
        <w:t xml:space="preserve">8.1 </w:t>
      </w:r>
      <w:r w:rsidRPr="00762E58">
        <w:rPr>
          <w:b/>
          <w:bCs/>
          <w:sz w:val="24"/>
          <w:szCs w:val="24"/>
        </w:rPr>
        <w:t>GAB</w:t>
      </w:r>
      <w:r w:rsidRPr="00762E58">
        <w:rPr>
          <w:b/>
          <w:bCs/>
          <w:sz w:val="24"/>
          <w:szCs w:val="24"/>
          <w:lang w:val="bg-BG"/>
        </w:rPr>
        <w:t xml:space="preserve">3004 </w:t>
      </w:r>
      <w:r w:rsidRPr="001138A0">
        <w:rPr>
          <w:b/>
          <w:bCs/>
          <w:sz w:val="24"/>
          <w:szCs w:val="24"/>
          <w:lang w:val="ru-RU"/>
        </w:rPr>
        <w:t xml:space="preserve">- </w:t>
      </w:r>
      <w:r w:rsidRPr="00762E58">
        <w:rPr>
          <w:b/>
          <w:bCs/>
          <w:sz w:val="24"/>
          <w:szCs w:val="24"/>
          <w:lang w:val="bg-BG"/>
        </w:rPr>
        <w:t>Влайчевци – Живко</w:t>
      </w:r>
      <w:r w:rsidRPr="001138A0">
        <w:rPr>
          <w:b/>
          <w:bCs/>
          <w:sz w:val="24"/>
          <w:szCs w:val="24"/>
          <w:lang w:val="ru-RU"/>
        </w:rPr>
        <w:t xml:space="preserve"> </w:t>
      </w:r>
    </w:p>
    <w:p w:rsidR="003B1E5E" w:rsidRPr="001138A0" w:rsidRDefault="003B1E5E" w:rsidP="00DB4A7E">
      <w:pPr>
        <w:ind w:left="2124" w:right="-851"/>
        <w:rPr>
          <w:sz w:val="24"/>
          <w:szCs w:val="24"/>
          <w:lang w:val="ru-RU"/>
        </w:rPr>
      </w:pPr>
      <w:r w:rsidRPr="001138A0">
        <w:rPr>
          <w:b/>
          <w:bCs/>
          <w:i/>
          <w:iCs/>
          <w:sz w:val="24"/>
          <w:szCs w:val="24"/>
          <w:lang w:val="ru-RU"/>
        </w:rPr>
        <w:t>8.2</w:t>
      </w:r>
      <w:r w:rsidRPr="001138A0">
        <w:rPr>
          <w:b/>
          <w:bCs/>
          <w:sz w:val="24"/>
          <w:szCs w:val="24"/>
          <w:lang w:val="ru-RU"/>
        </w:rPr>
        <w:t xml:space="preserve"> </w:t>
      </w:r>
      <w:r w:rsidRPr="00762E58">
        <w:rPr>
          <w:b/>
          <w:bCs/>
          <w:sz w:val="24"/>
          <w:szCs w:val="24"/>
        </w:rPr>
        <w:t>GAB</w:t>
      </w:r>
      <w:r w:rsidRPr="00762E58">
        <w:rPr>
          <w:b/>
          <w:bCs/>
          <w:sz w:val="24"/>
          <w:szCs w:val="24"/>
          <w:lang w:val="bg-BG"/>
        </w:rPr>
        <w:t xml:space="preserve">3002 </w:t>
      </w:r>
      <w:r w:rsidRPr="001138A0">
        <w:rPr>
          <w:b/>
          <w:bCs/>
          <w:sz w:val="24"/>
          <w:szCs w:val="24"/>
          <w:lang w:val="ru-RU"/>
        </w:rPr>
        <w:t xml:space="preserve">- </w:t>
      </w:r>
      <w:r w:rsidRPr="00762E58">
        <w:rPr>
          <w:b/>
          <w:bCs/>
          <w:sz w:val="24"/>
          <w:szCs w:val="24"/>
          <w:lang w:val="bg-BG"/>
        </w:rPr>
        <w:t>Гръблевци – Ветрово – Свинарски дол</w:t>
      </w:r>
    </w:p>
    <w:p w:rsidR="003B1E5E" w:rsidRPr="001C4A45" w:rsidRDefault="003B1E5E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3B1E5E" w:rsidRPr="001C4A45" w:rsidRDefault="003B1E5E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3B1E5E" w:rsidRPr="001C4A45" w:rsidRDefault="003B1E5E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3B1E5E" w:rsidRPr="001C4A45" w:rsidRDefault="003B1E5E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3B1E5E" w:rsidRPr="006C4620" w:rsidRDefault="003B1E5E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3B1E5E" w:rsidRPr="001138A0" w:rsidRDefault="003B1E5E" w:rsidP="00510B4B">
      <w:pPr>
        <w:ind w:right="-851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1138A0">
        <w:rPr>
          <w:b/>
          <w:bCs/>
          <w:sz w:val="22"/>
          <w:szCs w:val="22"/>
          <w:lang w:val="ru-RU"/>
        </w:rPr>
        <w:t>УВАЖАЕМИ ДАМИ И ГОСПОДА,</w:t>
      </w:r>
    </w:p>
    <w:p w:rsidR="003B1E5E" w:rsidRPr="001138A0" w:rsidRDefault="003B1E5E" w:rsidP="00510B4B">
      <w:pPr>
        <w:ind w:right="-851"/>
        <w:rPr>
          <w:b/>
          <w:bCs/>
          <w:sz w:val="22"/>
          <w:szCs w:val="22"/>
          <w:lang w:val="ru-RU"/>
        </w:rPr>
      </w:pPr>
    </w:p>
    <w:p w:rsidR="003B1E5E" w:rsidRPr="001138A0" w:rsidRDefault="003B1E5E" w:rsidP="00510B4B">
      <w:pPr>
        <w:ind w:right="-851"/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1138A0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1138A0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1138A0">
        <w:rPr>
          <w:b/>
          <w:bCs/>
          <w:sz w:val="22"/>
          <w:szCs w:val="22"/>
          <w:lang w:val="ru-RU"/>
        </w:rPr>
        <w:t xml:space="preserve">по </w:t>
      </w:r>
    </w:p>
    <w:p w:rsidR="003B1E5E" w:rsidRPr="001138A0" w:rsidRDefault="003B1E5E" w:rsidP="00DB4A7E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</w:p>
    <w:p w:rsidR="003B1E5E" w:rsidRPr="001138A0" w:rsidRDefault="003B1E5E" w:rsidP="00762E58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1138A0">
        <w:rPr>
          <w:b/>
          <w:bCs/>
          <w:i/>
          <w:iCs/>
          <w:sz w:val="24"/>
          <w:szCs w:val="24"/>
          <w:u w:val="single"/>
          <w:lang w:val="ru-RU"/>
        </w:rPr>
        <w:t>8:</w:t>
      </w:r>
    </w:p>
    <w:p w:rsidR="003B1E5E" w:rsidRPr="001138A0" w:rsidRDefault="003B1E5E" w:rsidP="00762E58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1138A0">
        <w:rPr>
          <w:b/>
          <w:bCs/>
          <w:i/>
          <w:iCs/>
          <w:sz w:val="24"/>
          <w:szCs w:val="24"/>
          <w:lang w:val="ru-RU"/>
        </w:rPr>
        <w:t xml:space="preserve">8.1 </w:t>
      </w:r>
      <w:r w:rsidRPr="00762E58">
        <w:rPr>
          <w:b/>
          <w:bCs/>
          <w:sz w:val="24"/>
          <w:szCs w:val="24"/>
        </w:rPr>
        <w:t>GAB</w:t>
      </w:r>
      <w:r w:rsidRPr="00762E58">
        <w:rPr>
          <w:b/>
          <w:bCs/>
          <w:sz w:val="24"/>
          <w:szCs w:val="24"/>
          <w:lang w:val="bg-BG"/>
        </w:rPr>
        <w:t xml:space="preserve">3004 </w:t>
      </w:r>
      <w:r w:rsidRPr="001138A0">
        <w:rPr>
          <w:b/>
          <w:bCs/>
          <w:sz w:val="24"/>
          <w:szCs w:val="24"/>
          <w:lang w:val="ru-RU"/>
        </w:rPr>
        <w:t xml:space="preserve">- </w:t>
      </w:r>
      <w:r w:rsidRPr="00762E58">
        <w:rPr>
          <w:b/>
          <w:bCs/>
          <w:sz w:val="24"/>
          <w:szCs w:val="24"/>
          <w:lang w:val="bg-BG"/>
        </w:rPr>
        <w:t>Влайчевци – Живко</w:t>
      </w:r>
      <w:r w:rsidRPr="001138A0">
        <w:rPr>
          <w:b/>
          <w:bCs/>
          <w:sz w:val="24"/>
          <w:szCs w:val="24"/>
          <w:lang w:val="ru-RU"/>
        </w:rPr>
        <w:t xml:space="preserve"> </w:t>
      </w:r>
    </w:p>
    <w:p w:rsidR="003B1E5E" w:rsidRPr="001138A0" w:rsidRDefault="003B1E5E" w:rsidP="00762E58">
      <w:pPr>
        <w:ind w:left="2124" w:right="-851"/>
        <w:rPr>
          <w:sz w:val="24"/>
          <w:szCs w:val="24"/>
          <w:lang w:val="ru-RU"/>
        </w:rPr>
      </w:pPr>
      <w:r w:rsidRPr="001138A0">
        <w:rPr>
          <w:b/>
          <w:bCs/>
          <w:i/>
          <w:iCs/>
          <w:sz w:val="24"/>
          <w:szCs w:val="24"/>
          <w:lang w:val="ru-RU"/>
        </w:rPr>
        <w:t>8.2</w:t>
      </w:r>
      <w:r w:rsidRPr="001138A0">
        <w:rPr>
          <w:b/>
          <w:bCs/>
          <w:sz w:val="24"/>
          <w:szCs w:val="24"/>
          <w:lang w:val="ru-RU"/>
        </w:rPr>
        <w:t xml:space="preserve"> </w:t>
      </w:r>
      <w:r w:rsidRPr="00762E58">
        <w:rPr>
          <w:b/>
          <w:bCs/>
          <w:sz w:val="24"/>
          <w:szCs w:val="24"/>
        </w:rPr>
        <w:t>GAB</w:t>
      </w:r>
      <w:r w:rsidRPr="00762E58">
        <w:rPr>
          <w:b/>
          <w:bCs/>
          <w:sz w:val="24"/>
          <w:szCs w:val="24"/>
          <w:lang w:val="bg-BG"/>
        </w:rPr>
        <w:t xml:space="preserve">3002 </w:t>
      </w:r>
      <w:r w:rsidRPr="001138A0">
        <w:rPr>
          <w:b/>
          <w:bCs/>
          <w:sz w:val="24"/>
          <w:szCs w:val="24"/>
          <w:lang w:val="ru-RU"/>
        </w:rPr>
        <w:t xml:space="preserve">- </w:t>
      </w:r>
      <w:r w:rsidRPr="00762E58">
        <w:rPr>
          <w:b/>
          <w:bCs/>
          <w:sz w:val="24"/>
          <w:szCs w:val="24"/>
          <w:lang w:val="bg-BG"/>
        </w:rPr>
        <w:t>Гръблевци – Ветрово – Свинарски дол</w:t>
      </w:r>
      <w:r w:rsidRPr="001138A0">
        <w:rPr>
          <w:sz w:val="24"/>
          <w:szCs w:val="24"/>
          <w:lang w:val="ru-RU"/>
        </w:rPr>
        <w:t>,</w:t>
      </w:r>
    </w:p>
    <w:p w:rsidR="003B1E5E" w:rsidRPr="00F96092" w:rsidRDefault="003B1E5E" w:rsidP="00510B4B">
      <w:pPr>
        <w:spacing w:after="200" w:line="276" w:lineRule="auto"/>
        <w:ind w:right="-851"/>
        <w:jc w:val="both"/>
        <w:rPr>
          <w:color w:val="000000"/>
          <w:sz w:val="24"/>
          <w:szCs w:val="24"/>
          <w:lang w:val="bg-BG"/>
        </w:rPr>
      </w:pPr>
      <w:r w:rsidRPr="001138A0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1138A0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1138A0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3B1E5E" w:rsidRPr="001138A0" w:rsidRDefault="003B1E5E" w:rsidP="00510B4B">
      <w:pPr>
        <w:ind w:right="-851"/>
        <w:jc w:val="center"/>
        <w:rPr>
          <w:b/>
          <w:bCs/>
          <w:sz w:val="22"/>
          <w:szCs w:val="22"/>
          <w:lang w:val="ru-RU"/>
        </w:rPr>
      </w:pPr>
      <w:r w:rsidRPr="001138A0">
        <w:rPr>
          <w:b/>
          <w:bCs/>
          <w:sz w:val="22"/>
          <w:szCs w:val="22"/>
          <w:lang w:val="ru-RU"/>
        </w:rPr>
        <w:t>ПРЕДЛАГАМЕ :</w:t>
      </w:r>
    </w:p>
    <w:p w:rsidR="003B1E5E" w:rsidRPr="001138A0" w:rsidRDefault="003B1E5E" w:rsidP="00510B4B">
      <w:pPr>
        <w:ind w:right="-851"/>
        <w:rPr>
          <w:sz w:val="22"/>
          <w:szCs w:val="22"/>
          <w:lang w:val="ru-RU"/>
        </w:rPr>
      </w:pPr>
    </w:p>
    <w:p w:rsidR="003B1E5E" w:rsidRPr="004075B0" w:rsidRDefault="003B1E5E" w:rsidP="00510B4B">
      <w:pPr>
        <w:ind w:right="-851" w:firstLine="708"/>
        <w:rPr>
          <w:sz w:val="22"/>
          <w:szCs w:val="22"/>
          <w:lang w:val="bg-BG"/>
        </w:rPr>
      </w:pPr>
      <w:r w:rsidRPr="001138A0">
        <w:rPr>
          <w:sz w:val="22"/>
          <w:szCs w:val="22"/>
          <w:lang w:val="ru-RU"/>
        </w:rPr>
        <w:t>Да изпълним ОП при следните условия:</w:t>
      </w:r>
    </w:p>
    <w:p w:rsidR="003B1E5E" w:rsidRPr="004075B0" w:rsidRDefault="003B1E5E" w:rsidP="00510B4B">
      <w:pPr>
        <w:ind w:right="-851"/>
        <w:rPr>
          <w:sz w:val="22"/>
          <w:szCs w:val="22"/>
          <w:lang w:val="bg-BG"/>
        </w:rPr>
      </w:pPr>
    </w:p>
    <w:p w:rsidR="003B1E5E" w:rsidRPr="001138A0" w:rsidRDefault="003B1E5E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1138A0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3B1E5E" w:rsidRPr="004075B0" w:rsidRDefault="003B1E5E" w:rsidP="00510B4B">
      <w:pPr>
        <w:ind w:right="-851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1138A0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1138A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1138A0" w:rsidRDefault="003B1E5E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1138A0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1138A0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4075B0" w:rsidRDefault="003B1E5E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4075B0" w:rsidRDefault="003B1E5E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3B1E5E" w:rsidRPr="004075B0" w:rsidRDefault="003B1E5E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1138A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3B1E5E" w:rsidRPr="001138A0" w:rsidRDefault="003B1E5E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3B1E5E" w:rsidRPr="004075B0" w:rsidRDefault="003B1E5E" w:rsidP="00510B4B">
      <w:pPr>
        <w:ind w:right="-851" w:firstLine="708"/>
        <w:jc w:val="both"/>
        <w:rPr>
          <w:color w:val="FF0000"/>
          <w:sz w:val="22"/>
          <w:szCs w:val="22"/>
          <w:lang w:val="bg-BG"/>
        </w:rPr>
      </w:pPr>
      <w:r w:rsidRPr="001138A0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1138A0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1138A0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</w:t>
      </w:r>
      <w:r w:rsidRPr="001138A0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3B1E5E" w:rsidRPr="004075B0" w:rsidRDefault="003B1E5E" w:rsidP="00510B4B">
      <w:pPr>
        <w:ind w:right="-851"/>
        <w:jc w:val="both"/>
        <w:rPr>
          <w:sz w:val="22"/>
          <w:szCs w:val="22"/>
          <w:lang w:val="bg-BG"/>
        </w:rPr>
      </w:pPr>
    </w:p>
    <w:p w:rsidR="003B1E5E" w:rsidRPr="001138A0" w:rsidRDefault="003B1E5E" w:rsidP="00510B4B">
      <w:pPr>
        <w:ind w:right="-851" w:firstLine="708"/>
        <w:rPr>
          <w:b/>
          <w:bCs/>
          <w:sz w:val="22"/>
          <w:szCs w:val="22"/>
          <w:lang w:val="ru-RU"/>
        </w:rPr>
      </w:pPr>
      <w:r w:rsidRPr="001138A0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1138A0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1138A0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1138A0">
        <w:rPr>
          <w:b/>
          <w:bCs/>
          <w:sz w:val="22"/>
          <w:szCs w:val="22"/>
          <w:lang w:val="ru-RU"/>
        </w:rPr>
        <w:t>:</w:t>
      </w:r>
    </w:p>
    <w:p w:rsidR="003B1E5E" w:rsidRPr="001138A0" w:rsidRDefault="003B1E5E" w:rsidP="00510B4B">
      <w:pPr>
        <w:ind w:right="-851" w:firstLine="708"/>
        <w:rPr>
          <w:sz w:val="22"/>
          <w:szCs w:val="22"/>
          <w:lang w:val="ru-RU"/>
        </w:rPr>
      </w:pPr>
      <w:r w:rsidRPr="001138A0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>-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 xml:space="preserve">лв/чч                 </w:t>
      </w:r>
    </w:p>
    <w:p w:rsidR="003B1E5E" w:rsidRPr="001138A0" w:rsidRDefault="003B1E5E" w:rsidP="00510B4B">
      <w:pPr>
        <w:ind w:right="-851" w:firstLine="708"/>
        <w:rPr>
          <w:sz w:val="22"/>
          <w:szCs w:val="22"/>
          <w:lang w:val="ru-RU"/>
        </w:rPr>
      </w:pPr>
      <w:r w:rsidRPr="001138A0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1138A0">
        <w:rPr>
          <w:sz w:val="22"/>
          <w:szCs w:val="22"/>
          <w:lang w:val="ru-RU"/>
        </w:rPr>
        <w:tab/>
        <w:t>-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 xml:space="preserve">%      </w:t>
      </w:r>
    </w:p>
    <w:p w:rsidR="003B1E5E" w:rsidRPr="001138A0" w:rsidRDefault="003B1E5E" w:rsidP="00510B4B">
      <w:pPr>
        <w:ind w:right="-851" w:firstLine="708"/>
        <w:rPr>
          <w:sz w:val="22"/>
          <w:szCs w:val="22"/>
          <w:lang w:val="ru-RU"/>
        </w:rPr>
      </w:pPr>
      <w:r w:rsidRPr="001138A0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1138A0">
        <w:rPr>
          <w:sz w:val="22"/>
          <w:szCs w:val="22"/>
          <w:lang w:val="ru-RU"/>
        </w:rPr>
        <w:tab/>
        <w:t>-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>%</w:t>
      </w:r>
    </w:p>
    <w:p w:rsidR="003B1E5E" w:rsidRPr="001138A0" w:rsidRDefault="003B1E5E" w:rsidP="00510B4B">
      <w:pPr>
        <w:ind w:right="-851" w:firstLine="708"/>
        <w:rPr>
          <w:sz w:val="22"/>
          <w:szCs w:val="22"/>
          <w:lang w:val="ru-RU"/>
        </w:rPr>
      </w:pPr>
      <w:r w:rsidRPr="001138A0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>-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 xml:space="preserve">%         </w:t>
      </w:r>
    </w:p>
    <w:p w:rsidR="003B1E5E" w:rsidRPr="001138A0" w:rsidRDefault="003B1E5E" w:rsidP="00510B4B">
      <w:pPr>
        <w:ind w:right="-851" w:firstLine="708"/>
        <w:rPr>
          <w:sz w:val="22"/>
          <w:szCs w:val="22"/>
          <w:lang w:val="ru-RU"/>
        </w:rPr>
      </w:pPr>
      <w:r w:rsidRPr="001138A0">
        <w:rPr>
          <w:sz w:val="22"/>
          <w:szCs w:val="22"/>
          <w:lang w:val="ru-RU"/>
        </w:rPr>
        <w:t xml:space="preserve">2.5. Печалба </w:t>
      </w:r>
      <w:r w:rsidRPr="001138A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>-</w:t>
      </w:r>
      <w:r w:rsidRPr="001138A0">
        <w:rPr>
          <w:sz w:val="22"/>
          <w:szCs w:val="22"/>
          <w:lang w:val="ru-RU"/>
        </w:rPr>
        <w:tab/>
      </w:r>
      <w:r w:rsidRPr="001138A0">
        <w:rPr>
          <w:sz w:val="22"/>
          <w:szCs w:val="22"/>
          <w:lang w:val="ru-RU"/>
        </w:rPr>
        <w:tab/>
        <w:t xml:space="preserve">%         </w:t>
      </w:r>
    </w:p>
    <w:p w:rsidR="003B1E5E" w:rsidRPr="001138A0" w:rsidRDefault="003B1E5E" w:rsidP="00510B4B">
      <w:pPr>
        <w:ind w:right="-851"/>
        <w:rPr>
          <w:sz w:val="22"/>
          <w:szCs w:val="22"/>
          <w:lang w:val="ru-RU"/>
        </w:rPr>
      </w:pP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1138A0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3B1E5E" w:rsidRPr="004075B0" w:rsidRDefault="003B1E5E" w:rsidP="00510B4B">
      <w:pPr>
        <w:ind w:right="-851"/>
        <w:jc w:val="both"/>
        <w:rPr>
          <w:sz w:val="22"/>
          <w:szCs w:val="22"/>
          <w:lang w:val="bg-BG"/>
        </w:rPr>
      </w:pPr>
    </w:p>
    <w:p w:rsidR="003B1E5E" w:rsidRPr="004075B0" w:rsidRDefault="003B1E5E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3B1E5E" w:rsidRPr="004075B0" w:rsidRDefault="003B1E5E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Pr="004075B0" w:rsidRDefault="003B1E5E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Pr="004075B0" w:rsidRDefault="003B1E5E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Pr="004075B0" w:rsidRDefault="003B1E5E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Pr="004075B0" w:rsidRDefault="003B1E5E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3B1E5E" w:rsidRDefault="003B1E5E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3B1E5E" w:rsidRPr="00E16B81" w:rsidRDefault="003B1E5E" w:rsidP="00510B4B">
      <w:pPr>
        <w:ind w:right="-851"/>
        <w:rPr>
          <w:sz w:val="22"/>
          <w:szCs w:val="22"/>
          <w:lang w:val="bg-BG"/>
        </w:rPr>
      </w:pPr>
    </w:p>
    <w:p w:rsidR="003B1E5E" w:rsidRPr="004075B0" w:rsidRDefault="003B1E5E" w:rsidP="00510B4B">
      <w:pPr>
        <w:ind w:right="-851"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1138A0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1138A0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1138A0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1138A0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1138A0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3B1E5E" w:rsidRPr="004075B0" w:rsidRDefault="003B1E5E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3B1E5E" w:rsidRPr="004075B0" w:rsidRDefault="003B1E5E" w:rsidP="00510B4B">
      <w:pPr>
        <w:ind w:right="-851" w:firstLine="708"/>
        <w:rPr>
          <w:sz w:val="22"/>
          <w:szCs w:val="22"/>
          <w:lang w:val="bg-BG"/>
        </w:rPr>
      </w:pPr>
    </w:p>
    <w:p w:rsidR="003B1E5E" w:rsidRPr="004075B0" w:rsidRDefault="003B1E5E" w:rsidP="00DB4A7E">
      <w:pPr>
        <w:ind w:right="-851"/>
        <w:jc w:val="both"/>
        <w:rPr>
          <w:sz w:val="22"/>
          <w:szCs w:val="22"/>
          <w:lang w:val="bg-BG"/>
        </w:rPr>
      </w:pPr>
      <w:r w:rsidRPr="001138A0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1138A0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ценоватаоферта</w:t>
      </w:r>
      <w:r>
        <w:rPr>
          <w:sz w:val="22"/>
          <w:szCs w:val="22"/>
          <w:lang w:val="bg-BG"/>
        </w:rPr>
        <w:t>)</w:t>
      </w:r>
      <w:r w:rsidRPr="001138A0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1138A0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/>
      </w:tblPr>
      <w:tblGrid>
        <w:gridCol w:w="4600"/>
        <w:gridCol w:w="4688"/>
      </w:tblGrid>
      <w:tr w:rsidR="003B1E5E" w:rsidRPr="004075B0">
        <w:trPr>
          <w:trHeight w:val="365"/>
        </w:trPr>
        <w:tc>
          <w:tcPr>
            <w:tcW w:w="4600" w:type="dxa"/>
            <w:vAlign w:val="center"/>
          </w:tcPr>
          <w:p w:rsidR="003B1E5E" w:rsidRPr="004075B0" w:rsidRDefault="003B1E5E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88" w:type="dxa"/>
          </w:tcPr>
          <w:p w:rsidR="003B1E5E" w:rsidRPr="004075B0" w:rsidRDefault="003B1E5E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3B1E5E" w:rsidRPr="004075B0">
        <w:trPr>
          <w:trHeight w:val="388"/>
        </w:trPr>
        <w:tc>
          <w:tcPr>
            <w:tcW w:w="4600" w:type="dxa"/>
            <w:vAlign w:val="center"/>
          </w:tcPr>
          <w:p w:rsidR="003B1E5E" w:rsidRPr="004075B0" w:rsidRDefault="003B1E5E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88" w:type="dxa"/>
          </w:tcPr>
          <w:p w:rsidR="003B1E5E" w:rsidRPr="004075B0" w:rsidRDefault="003B1E5E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3B1E5E" w:rsidRPr="004075B0">
        <w:trPr>
          <w:trHeight w:val="455"/>
        </w:trPr>
        <w:tc>
          <w:tcPr>
            <w:tcW w:w="4600" w:type="dxa"/>
            <w:vAlign w:val="center"/>
          </w:tcPr>
          <w:p w:rsidR="003B1E5E" w:rsidRPr="004075B0" w:rsidRDefault="003B1E5E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688" w:type="dxa"/>
          </w:tcPr>
          <w:p w:rsidR="003B1E5E" w:rsidRPr="004075B0" w:rsidRDefault="003B1E5E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3B1E5E" w:rsidRPr="00510B4B" w:rsidRDefault="003B1E5E" w:rsidP="00DB4A7E"/>
    <w:sectPr w:rsidR="003B1E5E" w:rsidRPr="00510B4B" w:rsidSect="00BC7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B4B"/>
    <w:rsid w:val="00006890"/>
    <w:rsid w:val="0004629F"/>
    <w:rsid w:val="00050156"/>
    <w:rsid w:val="000852CC"/>
    <w:rsid w:val="000A181E"/>
    <w:rsid w:val="001138A0"/>
    <w:rsid w:val="001C4A45"/>
    <w:rsid w:val="00211795"/>
    <w:rsid w:val="00271980"/>
    <w:rsid w:val="002738B1"/>
    <w:rsid w:val="002B68AB"/>
    <w:rsid w:val="003B1E5E"/>
    <w:rsid w:val="004075B0"/>
    <w:rsid w:val="00500918"/>
    <w:rsid w:val="00510B4B"/>
    <w:rsid w:val="00690C93"/>
    <w:rsid w:val="006C4620"/>
    <w:rsid w:val="006F6084"/>
    <w:rsid w:val="00762E58"/>
    <w:rsid w:val="00924656"/>
    <w:rsid w:val="00A128FB"/>
    <w:rsid w:val="00AC7DB3"/>
    <w:rsid w:val="00B66E0D"/>
    <w:rsid w:val="00BC7E62"/>
    <w:rsid w:val="00CF3EB6"/>
    <w:rsid w:val="00D45A05"/>
    <w:rsid w:val="00DB4A7E"/>
    <w:rsid w:val="00E16B81"/>
    <w:rsid w:val="00E16BFC"/>
    <w:rsid w:val="00F62521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E58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2B68AB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770</Words>
  <Characters>4391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2013-02-26T08:35:00Z</dcterms:created>
  <dcterms:modified xsi:type="dcterms:W3CDTF">2013-03-11T07:59:00Z</dcterms:modified>
</cp:coreProperties>
</file>